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5F8" w:rsidRPr="0030586F" w:rsidRDefault="00C235F8" w:rsidP="00C235F8">
      <w:pPr>
        <w:jc w:val="left"/>
        <w:rPr>
          <w:sz w:val="24"/>
          <w:szCs w:val="32"/>
        </w:rPr>
      </w:pPr>
      <w:r w:rsidRPr="0030586F">
        <w:rPr>
          <w:rFonts w:hint="eastAsia"/>
          <w:sz w:val="24"/>
          <w:szCs w:val="32"/>
        </w:rPr>
        <w:t>別紙様式</w:t>
      </w:r>
      <w:r w:rsidR="00B96844" w:rsidRPr="0030586F">
        <w:rPr>
          <w:rFonts w:hint="eastAsia"/>
          <w:sz w:val="24"/>
          <w:szCs w:val="32"/>
        </w:rPr>
        <w:t>第</w:t>
      </w:r>
      <w:r w:rsidRPr="0030586F">
        <w:rPr>
          <w:rFonts w:hint="eastAsia"/>
          <w:sz w:val="24"/>
          <w:szCs w:val="32"/>
        </w:rPr>
        <w:t>４号</w:t>
      </w:r>
    </w:p>
    <w:p w:rsidR="00D1300A" w:rsidRPr="0030586F" w:rsidRDefault="00EA7E37" w:rsidP="00EA7E37">
      <w:pPr>
        <w:jc w:val="center"/>
        <w:rPr>
          <w:sz w:val="32"/>
          <w:szCs w:val="32"/>
        </w:rPr>
      </w:pPr>
      <w:r w:rsidRPr="0030586F">
        <w:rPr>
          <w:rFonts w:hint="eastAsia"/>
          <w:sz w:val="32"/>
          <w:szCs w:val="32"/>
        </w:rPr>
        <w:t>事　業　概　要</w:t>
      </w:r>
    </w:p>
    <w:p w:rsidR="00B566F3" w:rsidRPr="0030586F" w:rsidRDefault="00B566F3" w:rsidP="00EA7E37">
      <w:pPr>
        <w:jc w:val="center"/>
        <w:rPr>
          <w:sz w:val="24"/>
          <w:szCs w:val="32"/>
        </w:rPr>
      </w:pPr>
    </w:p>
    <w:p w:rsidR="00EA7E37" w:rsidRPr="0030586F" w:rsidRDefault="00B566F3" w:rsidP="005C72B3">
      <w:pPr>
        <w:ind w:right="240" w:firstLine="5280"/>
        <w:jc w:val="left"/>
        <w:rPr>
          <w:sz w:val="24"/>
          <w:szCs w:val="32"/>
        </w:rPr>
      </w:pPr>
      <w:bookmarkStart w:id="0" w:name="_GoBack"/>
      <w:bookmarkEnd w:id="0"/>
      <w:r w:rsidRPr="0030586F">
        <w:rPr>
          <w:rFonts w:hint="eastAsia"/>
          <w:sz w:val="24"/>
          <w:szCs w:val="32"/>
        </w:rPr>
        <w:t xml:space="preserve">事業所名　　　　　　　　　　　　　　</w:t>
      </w:r>
    </w:p>
    <w:p w:rsidR="00B566F3" w:rsidRPr="0030586F" w:rsidRDefault="00B566F3" w:rsidP="00EA7E37">
      <w:pPr>
        <w:jc w:val="center"/>
        <w:rPr>
          <w:sz w:val="24"/>
          <w:szCs w:val="32"/>
        </w:rPr>
      </w:pPr>
    </w:p>
    <w:p w:rsidR="00EA7E37" w:rsidRPr="0030586F" w:rsidRDefault="00BD126F" w:rsidP="00EA7E37">
      <w:pPr>
        <w:jc w:val="left"/>
        <w:rPr>
          <w:sz w:val="24"/>
          <w:szCs w:val="24"/>
        </w:rPr>
      </w:pPr>
      <w:r w:rsidRPr="0030586F">
        <w:rPr>
          <w:rFonts w:hint="eastAsia"/>
          <w:sz w:val="24"/>
          <w:szCs w:val="24"/>
        </w:rPr>
        <w:t>１</w:t>
      </w:r>
      <w:r w:rsidR="00D4309D" w:rsidRPr="0030586F">
        <w:rPr>
          <w:rFonts w:hint="eastAsia"/>
          <w:sz w:val="24"/>
          <w:szCs w:val="24"/>
        </w:rPr>
        <w:t>．取り扱う一般廃棄物の種類</w:t>
      </w:r>
    </w:p>
    <w:p w:rsidR="00D4309D" w:rsidRPr="0030586F" w:rsidRDefault="00D4309D" w:rsidP="00EA7E37">
      <w:pPr>
        <w:jc w:val="left"/>
        <w:rPr>
          <w:sz w:val="24"/>
          <w:szCs w:val="24"/>
        </w:rPr>
      </w:pPr>
    </w:p>
    <w:p w:rsidR="00D4309D" w:rsidRPr="0030586F" w:rsidRDefault="00D4309D" w:rsidP="00EA7E37">
      <w:pPr>
        <w:jc w:val="left"/>
        <w:rPr>
          <w:sz w:val="24"/>
          <w:szCs w:val="24"/>
        </w:rPr>
      </w:pPr>
      <w:r w:rsidRPr="0030586F">
        <w:rPr>
          <w:rFonts w:hint="eastAsia"/>
          <w:sz w:val="24"/>
          <w:szCs w:val="24"/>
        </w:rPr>
        <w:t>２．</w:t>
      </w:r>
      <w:r w:rsidR="00F577E1" w:rsidRPr="0030586F">
        <w:rPr>
          <w:rFonts w:hint="eastAsia"/>
          <w:sz w:val="24"/>
          <w:szCs w:val="24"/>
        </w:rPr>
        <w:t>処理した一般廃棄物の用途</w:t>
      </w:r>
    </w:p>
    <w:p w:rsidR="00EA7E37" w:rsidRPr="0030586F" w:rsidRDefault="00EA7E37" w:rsidP="00EA7E37">
      <w:pPr>
        <w:jc w:val="left"/>
        <w:rPr>
          <w:sz w:val="24"/>
          <w:szCs w:val="24"/>
        </w:rPr>
      </w:pPr>
    </w:p>
    <w:p w:rsidR="00684A19" w:rsidRPr="0030586F" w:rsidRDefault="00F577E1" w:rsidP="00EA7E37">
      <w:pPr>
        <w:jc w:val="left"/>
        <w:rPr>
          <w:sz w:val="24"/>
          <w:szCs w:val="24"/>
        </w:rPr>
      </w:pPr>
      <w:r w:rsidRPr="0030586F">
        <w:rPr>
          <w:rFonts w:hint="eastAsia"/>
          <w:sz w:val="24"/>
          <w:szCs w:val="24"/>
        </w:rPr>
        <w:t>３</w:t>
      </w:r>
      <w:r w:rsidR="00624ABA" w:rsidRPr="0030586F">
        <w:rPr>
          <w:rFonts w:hint="eastAsia"/>
          <w:sz w:val="24"/>
          <w:szCs w:val="24"/>
        </w:rPr>
        <w:t xml:space="preserve">．営業日　　　　　　　　　　　　　　曜日～　　</w:t>
      </w:r>
      <w:r w:rsidR="00EA7E37" w:rsidRPr="0030586F">
        <w:rPr>
          <w:rFonts w:hint="eastAsia"/>
          <w:sz w:val="24"/>
          <w:szCs w:val="24"/>
        </w:rPr>
        <w:t>曜日</w:t>
      </w:r>
    </w:p>
    <w:p w:rsidR="00EA7E37" w:rsidRPr="0030586F" w:rsidRDefault="00EA7E37" w:rsidP="00EA7E37">
      <w:pPr>
        <w:jc w:val="left"/>
        <w:rPr>
          <w:sz w:val="24"/>
          <w:szCs w:val="24"/>
        </w:rPr>
      </w:pPr>
    </w:p>
    <w:p w:rsidR="00EA7E37" w:rsidRPr="0030586F" w:rsidRDefault="00F577E1" w:rsidP="00EA7E37">
      <w:pPr>
        <w:jc w:val="left"/>
        <w:rPr>
          <w:sz w:val="24"/>
          <w:szCs w:val="24"/>
        </w:rPr>
      </w:pPr>
      <w:r w:rsidRPr="0030586F">
        <w:rPr>
          <w:rFonts w:hint="eastAsia"/>
          <w:sz w:val="24"/>
          <w:szCs w:val="24"/>
        </w:rPr>
        <w:t>４</w:t>
      </w:r>
      <w:r w:rsidR="00EA7E37" w:rsidRPr="0030586F">
        <w:rPr>
          <w:rFonts w:hint="eastAsia"/>
          <w:sz w:val="24"/>
          <w:szCs w:val="24"/>
        </w:rPr>
        <w:t xml:space="preserve">．営業時間　　　　　　　　　　　　：　　～　　　：　　　　　　</w:t>
      </w:r>
    </w:p>
    <w:p w:rsidR="00EA7E37" w:rsidRPr="0030586F" w:rsidRDefault="00EA7E37" w:rsidP="00EA7E37">
      <w:pPr>
        <w:jc w:val="left"/>
        <w:rPr>
          <w:sz w:val="24"/>
          <w:szCs w:val="24"/>
        </w:rPr>
      </w:pPr>
    </w:p>
    <w:p w:rsidR="00135D82" w:rsidRPr="0030586F" w:rsidRDefault="00F577E1" w:rsidP="00BD126F">
      <w:pPr>
        <w:jc w:val="left"/>
        <w:rPr>
          <w:sz w:val="24"/>
          <w:szCs w:val="24"/>
        </w:rPr>
      </w:pPr>
      <w:r w:rsidRPr="0030586F">
        <w:rPr>
          <w:rFonts w:hint="eastAsia"/>
          <w:sz w:val="24"/>
          <w:szCs w:val="24"/>
        </w:rPr>
        <w:t>５</w:t>
      </w:r>
      <w:r w:rsidR="00EA7E37" w:rsidRPr="0030586F">
        <w:rPr>
          <w:rFonts w:hint="eastAsia"/>
          <w:sz w:val="24"/>
          <w:szCs w:val="24"/>
        </w:rPr>
        <w:t>．</w:t>
      </w:r>
      <w:r w:rsidR="00BD126F" w:rsidRPr="0030586F">
        <w:rPr>
          <w:rFonts w:hint="eastAsia"/>
          <w:sz w:val="24"/>
          <w:szCs w:val="24"/>
        </w:rPr>
        <w:t>一般廃棄物の保管について</w:t>
      </w:r>
    </w:p>
    <w:p w:rsidR="00BD126F" w:rsidRPr="0030586F" w:rsidRDefault="00BD126F" w:rsidP="00BD126F">
      <w:pPr>
        <w:jc w:val="left"/>
        <w:rPr>
          <w:sz w:val="24"/>
          <w:szCs w:val="24"/>
        </w:rPr>
      </w:pPr>
    </w:p>
    <w:p w:rsidR="00684A19" w:rsidRPr="0030586F" w:rsidRDefault="00F577E1" w:rsidP="00684A19">
      <w:pPr>
        <w:jc w:val="left"/>
        <w:rPr>
          <w:sz w:val="24"/>
          <w:szCs w:val="24"/>
        </w:rPr>
      </w:pPr>
      <w:r w:rsidRPr="0030586F">
        <w:rPr>
          <w:rFonts w:hint="eastAsia"/>
          <w:sz w:val="24"/>
          <w:szCs w:val="24"/>
        </w:rPr>
        <w:t>６</w:t>
      </w:r>
      <w:r w:rsidR="00BD126F" w:rsidRPr="0030586F">
        <w:rPr>
          <w:rFonts w:hint="eastAsia"/>
          <w:sz w:val="24"/>
          <w:szCs w:val="24"/>
        </w:rPr>
        <w:t>．施設の環境対策</w:t>
      </w:r>
    </w:p>
    <w:sectPr w:rsidR="00684A19" w:rsidRPr="0030586F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37"/>
    <w:rsid w:val="0006180E"/>
    <w:rsid w:val="00094E31"/>
    <w:rsid w:val="000B5467"/>
    <w:rsid w:val="00135D82"/>
    <w:rsid w:val="001421FD"/>
    <w:rsid w:val="0030586F"/>
    <w:rsid w:val="00340510"/>
    <w:rsid w:val="00415EFE"/>
    <w:rsid w:val="00533232"/>
    <w:rsid w:val="005A39C5"/>
    <w:rsid w:val="005C72B3"/>
    <w:rsid w:val="006126EE"/>
    <w:rsid w:val="00624ABA"/>
    <w:rsid w:val="00684A19"/>
    <w:rsid w:val="007A79D8"/>
    <w:rsid w:val="009E3B41"/>
    <w:rsid w:val="00B566F3"/>
    <w:rsid w:val="00B72D67"/>
    <w:rsid w:val="00B96844"/>
    <w:rsid w:val="00BD126F"/>
    <w:rsid w:val="00C235F8"/>
    <w:rsid w:val="00C81C3A"/>
    <w:rsid w:val="00D1300A"/>
    <w:rsid w:val="00D4309D"/>
    <w:rsid w:val="00EA7E37"/>
    <w:rsid w:val="00F577E1"/>
    <w:rsid w:val="00F8026A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46EEC3"/>
  <w15:docId w15:val="{292D9F01-045A-40A2-8F89-100F1441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82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深谷市役所</dc:creator>
  <cp:keywords/>
  <dc:description/>
  <cp:lastModifiedBy>笹口　和哉</cp:lastModifiedBy>
  <cp:revision>25</cp:revision>
  <dcterms:created xsi:type="dcterms:W3CDTF">2020-01-16T01:28:00Z</dcterms:created>
  <dcterms:modified xsi:type="dcterms:W3CDTF">2023-05-02T05:16:00Z</dcterms:modified>
</cp:coreProperties>
</file>