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F8" w:rsidRPr="00EE14F2" w:rsidRDefault="00C235F8" w:rsidP="00C235F8">
      <w:pPr>
        <w:jc w:val="left"/>
        <w:rPr>
          <w:sz w:val="24"/>
          <w:szCs w:val="32"/>
        </w:rPr>
      </w:pPr>
      <w:r w:rsidRPr="00EE14F2">
        <w:rPr>
          <w:rFonts w:hint="eastAsia"/>
          <w:sz w:val="24"/>
          <w:szCs w:val="32"/>
        </w:rPr>
        <w:t>別紙様式</w:t>
      </w:r>
      <w:r w:rsidR="00B96844" w:rsidRPr="00EE14F2">
        <w:rPr>
          <w:rFonts w:hint="eastAsia"/>
          <w:sz w:val="24"/>
          <w:szCs w:val="32"/>
        </w:rPr>
        <w:t>第</w:t>
      </w:r>
      <w:r w:rsidRPr="00EE14F2">
        <w:rPr>
          <w:rFonts w:hint="eastAsia"/>
          <w:sz w:val="24"/>
          <w:szCs w:val="32"/>
        </w:rPr>
        <w:t>４号</w:t>
      </w:r>
    </w:p>
    <w:p w:rsidR="00D1300A" w:rsidRDefault="00EA7E37" w:rsidP="00EA7E3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事　業　概　要</w:t>
      </w:r>
    </w:p>
    <w:p w:rsidR="00B566F3" w:rsidRDefault="00B566F3" w:rsidP="00EA7E37">
      <w:pPr>
        <w:jc w:val="center"/>
        <w:rPr>
          <w:sz w:val="24"/>
          <w:szCs w:val="32"/>
        </w:rPr>
      </w:pPr>
    </w:p>
    <w:p w:rsidR="00EA7E37" w:rsidRDefault="00B566F3" w:rsidP="00B566F3">
      <w:pPr>
        <w:ind w:right="240"/>
        <w:jc w:val="right"/>
        <w:rPr>
          <w:sz w:val="24"/>
          <w:szCs w:val="32"/>
        </w:rPr>
      </w:pPr>
      <w:r w:rsidRPr="00B566F3">
        <w:rPr>
          <w:rFonts w:hint="eastAsia"/>
          <w:sz w:val="24"/>
          <w:szCs w:val="32"/>
        </w:rPr>
        <w:t>事業所名</w:t>
      </w:r>
      <w:r>
        <w:rPr>
          <w:rFonts w:hint="eastAsia"/>
          <w:sz w:val="24"/>
          <w:szCs w:val="32"/>
        </w:rPr>
        <w:t xml:space="preserve">　</w:t>
      </w:r>
      <w:r w:rsidR="00EE14F2" w:rsidRPr="00EE14F2">
        <w:rPr>
          <w:rFonts w:hint="eastAsia"/>
          <w:color w:val="FF0000"/>
          <w:sz w:val="24"/>
          <w:szCs w:val="32"/>
        </w:rPr>
        <w:t>株式会社○○</w:t>
      </w:r>
      <w:r w:rsidR="009A51BC">
        <w:rPr>
          <w:rFonts w:hint="eastAsia"/>
          <w:sz w:val="24"/>
          <w:szCs w:val="32"/>
        </w:rPr>
        <w:t xml:space="preserve">　　　　</w:t>
      </w:r>
      <w:bookmarkStart w:id="0" w:name="_GoBack"/>
      <w:bookmarkEnd w:id="0"/>
    </w:p>
    <w:p w:rsidR="00B566F3" w:rsidRPr="00B566F3" w:rsidRDefault="00B566F3" w:rsidP="00EA7E37">
      <w:pPr>
        <w:jc w:val="center"/>
        <w:rPr>
          <w:sz w:val="24"/>
          <w:szCs w:val="32"/>
        </w:rPr>
      </w:pPr>
    </w:p>
    <w:p w:rsidR="00EA7E37" w:rsidRDefault="00BD126F" w:rsidP="00EA7E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D4309D">
        <w:rPr>
          <w:rFonts w:hint="eastAsia"/>
          <w:sz w:val="24"/>
          <w:szCs w:val="24"/>
        </w:rPr>
        <w:t>．取り扱う一般廃棄物の種類</w:t>
      </w:r>
      <w:r w:rsidR="00EE14F2">
        <w:rPr>
          <w:rFonts w:hint="eastAsia"/>
          <w:sz w:val="24"/>
          <w:szCs w:val="24"/>
        </w:rPr>
        <w:t xml:space="preserve">　　　　</w:t>
      </w:r>
      <w:r w:rsidR="00EE14F2" w:rsidRPr="00EE14F2">
        <w:rPr>
          <w:rFonts w:hint="eastAsia"/>
          <w:color w:val="FF0000"/>
          <w:sz w:val="24"/>
          <w:szCs w:val="24"/>
        </w:rPr>
        <w:t>木くず</w:t>
      </w:r>
    </w:p>
    <w:p w:rsidR="00D4309D" w:rsidRDefault="00D4309D" w:rsidP="00EA7E37">
      <w:pPr>
        <w:jc w:val="left"/>
        <w:rPr>
          <w:sz w:val="24"/>
          <w:szCs w:val="24"/>
        </w:rPr>
      </w:pPr>
    </w:p>
    <w:p w:rsidR="00D4309D" w:rsidRPr="00FF787B" w:rsidRDefault="00D4309D" w:rsidP="00EA7E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F577E1">
        <w:rPr>
          <w:rFonts w:hint="eastAsia"/>
          <w:sz w:val="24"/>
          <w:szCs w:val="24"/>
        </w:rPr>
        <w:t>処理した一般廃棄物の用途</w:t>
      </w:r>
      <w:r w:rsidR="00EE14F2">
        <w:rPr>
          <w:rFonts w:hint="eastAsia"/>
          <w:sz w:val="24"/>
          <w:szCs w:val="24"/>
        </w:rPr>
        <w:t xml:space="preserve">　　　　</w:t>
      </w:r>
      <w:r w:rsidR="00EE14F2" w:rsidRPr="00EE14F2">
        <w:rPr>
          <w:rFonts w:hint="eastAsia"/>
          <w:color w:val="FF0000"/>
          <w:sz w:val="24"/>
          <w:szCs w:val="24"/>
        </w:rPr>
        <w:t>チップ化</w:t>
      </w:r>
    </w:p>
    <w:p w:rsidR="00EA7E37" w:rsidRPr="00FF787B" w:rsidRDefault="00EA7E37" w:rsidP="00EA7E37">
      <w:pPr>
        <w:jc w:val="left"/>
        <w:rPr>
          <w:sz w:val="24"/>
          <w:szCs w:val="24"/>
        </w:rPr>
      </w:pPr>
    </w:p>
    <w:p w:rsidR="00684A19" w:rsidRPr="00FF787B" w:rsidRDefault="00F577E1" w:rsidP="00EA7E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624ABA">
        <w:rPr>
          <w:rFonts w:hint="eastAsia"/>
          <w:sz w:val="24"/>
          <w:szCs w:val="24"/>
        </w:rPr>
        <w:t xml:space="preserve">．営業日　　　　　　　　　　　　　</w:t>
      </w:r>
      <w:r w:rsidR="00EE14F2" w:rsidRPr="00EE14F2">
        <w:rPr>
          <w:rFonts w:hint="eastAsia"/>
          <w:color w:val="FF0000"/>
          <w:sz w:val="24"/>
          <w:szCs w:val="24"/>
        </w:rPr>
        <w:t>月</w:t>
      </w:r>
      <w:r w:rsidR="00624ABA" w:rsidRPr="00EE14F2">
        <w:rPr>
          <w:rFonts w:hint="eastAsia"/>
          <w:color w:val="FF0000"/>
          <w:sz w:val="24"/>
          <w:szCs w:val="24"/>
        </w:rPr>
        <w:t xml:space="preserve">曜日～　　</w:t>
      </w:r>
      <w:r w:rsidR="00EE14F2" w:rsidRPr="00EE14F2">
        <w:rPr>
          <w:rFonts w:hint="eastAsia"/>
          <w:color w:val="FF0000"/>
          <w:sz w:val="24"/>
          <w:szCs w:val="24"/>
        </w:rPr>
        <w:t>土</w:t>
      </w:r>
      <w:r w:rsidR="00EA7E37" w:rsidRPr="00EE14F2">
        <w:rPr>
          <w:rFonts w:hint="eastAsia"/>
          <w:color w:val="FF0000"/>
          <w:sz w:val="24"/>
          <w:szCs w:val="24"/>
        </w:rPr>
        <w:t>曜日</w:t>
      </w:r>
    </w:p>
    <w:p w:rsidR="00EA7E37" w:rsidRPr="00F577E1" w:rsidRDefault="00EA7E37" w:rsidP="00EA7E37">
      <w:pPr>
        <w:jc w:val="left"/>
        <w:rPr>
          <w:sz w:val="24"/>
          <w:szCs w:val="24"/>
        </w:rPr>
      </w:pPr>
    </w:p>
    <w:p w:rsidR="00EA7E37" w:rsidRPr="00FF787B" w:rsidRDefault="00F577E1" w:rsidP="00EA7E3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EA7E37" w:rsidRPr="00FF787B">
        <w:rPr>
          <w:rFonts w:hint="eastAsia"/>
          <w:sz w:val="24"/>
          <w:szCs w:val="24"/>
        </w:rPr>
        <w:t xml:space="preserve">．営業時間　　　　　　　　　　　</w:t>
      </w:r>
      <w:r w:rsidR="00EE14F2">
        <w:rPr>
          <w:rFonts w:hint="eastAsia"/>
          <w:sz w:val="24"/>
          <w:szCs w:val="24"/>
        </w:rPr>
        <w:t xml:space="preserve">　</w:t>
      </w:r>
      <w:r w:rsidR="00EE14F2" w:rsidRPr="00EE14F2">
        <w:rPr>
          <w:rFonts w:hint="eastAsia"/>
          <w:color w:val="FF0000"/>
          <w:sz w:val="24"/>
          <w:szCs w:val="24"/>
        </w:rPr>
        <w:t>８</w:t>
      </w:r>
      <w:r w:rsidR="00EA7E37" w:rsidRPr="00EE14F2">
        <w:rPr>
          <w:rFonts w:hint="eastAsia"/>
          <w:color w:val="FF0000"/>
          <w:sz w:val="24"/>
          <w:szCs w:val="24"/>
        </w:rPr>
        <w:t>：</w:t>
      </w:r>
      <w:r w:rsidR="00EE14F2" w:rsidRPr="00EE14F2">
        <w:rPr>
          <w:rFonts w:hint="eastAsia"/>
          <w:color w:val="FF0000"/>
          <w:sz w:val="24"/>
          <w:szCs w:val="24"/>
        </w:rPr>
        <w:t>００　～　１８</w:t>
      </w:r>
      <w:r w:rsidR="00EA7E37" w:rsidRPr="00EE14F2">
        <w:rPr>
          <w:rFonts w:hint="eastAsia"/>
          <w:color w:val="FF0000"/>
          <w:sz w:val="24"/>
          <w:szCs w:val="24"/>
        </w:rPr>
        <w:t>：</w:t>
      </w:r>
      <w:r w:rsidR="00EE14F2" w:rsidRPr="00EE14F2">
        <w:rPr>
          <w:rFonts w:hint="eastAsia"/>
          <w:color w:val="FF0000"/>
          <w:sz w:val="24"/>
          <w:szCs w:val="24"/>
        </w:rPr>
        <w:t>００</w:t>
      </w:r>
      <w:r w:rsidR="00EA7E37" w:rsidRPr="00FF787B">
        <w:rPr>
          <w:rFonts w:hint="eastAsia"/>
          <w:sz w:val="24"/>
          <w:szCs w:val="24"/>
        </w:rPr>
        <w:t xml:space="preserve">　　　　　　</w:t>
      </w:r>
    </w:p>
    <w:p w:rsidR="00EA7E37" w:rsidRPr="00F577E1" w:rsidRDefault="00EA7E37" w:rsidP="00EA7E37">
      <w:pPr>
        <w:jc w:val="left"/>
        <w:rPr>
          <w:sz w:val="24"/>
          <w:szCs w:val="24"/>
        </w:rPr>
      </w:pPr>
    </w:p>
    <w:p w:rsidR="00135D82" w:rsidRDefault="00F577E1" w:rsidP="00EE14F2">
      <w:pPr>
        <w:ind w:left="4320" w:hanging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EA7E37" w:rsidRPr="00FF787B">
        <w:rPr>
          <w:rFonts w:hint="eastAsia"/>
          <w:sz w:val="24"/>
          <w:szCs w:val="24"/>
        </w:rPr>
        <w:t>．</w:t>
      </w:r>
      <w:r w:rsidR="00BD126F">
        <w:rPr>
          <w:rFonts w:hint="eastAsia"/>
          <w:sz w:val="24"/>
          <w:szCs w:val="24"/>
        </w:rPr>
        <w:t>一般廃棄物の保管について</w:t>
      </w:r>
      <w:r w:rsidR="00EE14F2">
        <w:rPr>
          <w:rFonts w:hint="eastAsia"/>
          <w:sz w:val="24"/>
          <w:szCs w:val="24"/>
        </w:rPr>
        <w:t xml:space="preserve">　　　　</w:t>
      </w:r>
      <w:r w:rsidR="00EE14F2" w:rsidRPr="00EE14F2">
        <w:rPr>
          <w:rFonts w:hint="eastAsia"/>
          <w:color w:val="FF0000"/>
          <w:sz w:val="24"/>
          <w:szCs w:val="24"/>
        </w:rPr>
        <w:t>保管は行わず、搬入された一般廃棄物はす　　ぐにチップ化処理を行う。</w:t>
      </w:r>
    </w:p>
    <w:p w:rsidR="00BD126F" w:rsidRPr="00F577E1" w:rsidRDefault="00BD126F" w:rsidP="00BD126F">
      <w:pPr>
        <w:jc w:val="left"/>
        <w:rPr>
          <w:sz w:val="24"/>
          <w:szCs w:val="24"/>
        </w:rPr>
      </w:pPr>
    </w:p>
    <w:p w:rsidR="00684A19" w:rsidRPr="00684A19" w:rsidRDefault="00F577E1" w:rsidP="00EE14F2">
      <w:pPr>
        <w:ind w:left="4320" w:hanging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="00BD126F">
        <w:rPr>
          <w:rFonts w:hint="eastAsia"/>
          <w:sz w:val="24"/>
          <w:szCs w:val="24"/>
        </w:rPr>
        <w:t>．施設の環境対策</w:t>
      </w:r>
      <w:r w:rsidR="00EE14F2">
        <w:rPr>
          <w:rFonts w:hint="eastAsia"/>
          <w:sz w:val="24"/>
          <w:szCs w:val="24"/>
        </w:rPr>
        <w:t xml:space="preserve">　　　　　　　　　</w:t>
      </w:r>
      <w:r w:rsidR="00EE14F2" w:rsidRPr="00EE14F2">
        <w:rPr>
          <w:rFonts w:hint="eastAsia"/>
          <w:color w:val="FF0000"/>
          <w:sz w:val="24"/>
          <w:szCs w:val="24"/>
        </w:rPr>
        <w:t>受け入れる一般廃棄物は木くずのため、悪　臭および汚水の発生はしない。なお、飛散防止対策として定期的に放水を行う。</w:t>
      </w:r>
    </w:p>
    <w:sectPr w:rsidR="00684A19" w:rsidRPr="00684A19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E37"/>
    <w:rsid w:val="0006180E"/>
    <w:rsid w:val="00094E31"/>
    <w:rsid w:val="000B5467"/>
    <w:rsid w:val="00135D82"/>
    <w:rsid w:val="001421FD"/>
    <w:rsid w:val="00340510"/>
    <w:rsid w:val="00415EFE"/>
    <w:rsid w:val="00533232"/>
    <w:rsid w:val="005A39C5"/>
    <w:rsid w:val="006126EE"/>
    <w:rsid w:val="00624ABA"/>
    <w:rsid w:val="00684A19"/>
    <w:rsid w:val="007A79D8"/>
    <w:rsid w:val="009A51BC"/>
    <w:rsid w:val="009E3B41"/>
    <w:rsid w:val="00B566F3"/>
    <w:rsid w:val="00B72D67"/>
    <w:rsid w:val="00B96844"/>
    <w:rsid w:val="00BD126F"/>
    <w:rsid w:val="00C235F8"/>
    <w:rsid w:val="00C81C3A"/>
    <w:rsid w:val="00D1300A"/>
    <w:rsid w:val="00D4309D"/>
    <w:rsid w:val="00EA7E37"/>
    <w:rsid w:val="00EE14F2"/>
    <w:rsid w:val="00F577E1"/>
    <w:rsid w:val="00F8026A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56EB3A"/>
  <w15:docId w15:val="{292D9F01-045A-40A2-8F89-100F1441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深谷市役所</dc:creator>
  <cp:keywords/>
  <dc:description/>
  <cp:lastModifiedBy>笹口　和哉</cp:lastModifiedBy>
  <cp:revision>3</cp:revision>
  <dcterms:created xsi:type="dcterms:W3CDTF">2021-10-25T07:32:00Z</dcterms:created>
  <dcterms:modified xsi:type="dcterms:W3CDTF">2023-05-02T01:23:00Z</dcterms:modified>
</cp:coreProperties>
</file>